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Pr="001C19A6" w:rsidRDefault="001C19A6">
      <w:pPr>
        <w:rPr>
          <w:b/>
          <w:sz w:val="28"/>
          <w:szCs w:val="28"/>
        </w:rPr>
      </w:pPr>
      <w:bookmarkStart w:id="0" w:name="_GoBack"/>
      <w:r w:rsidRPr="001C19A6">
        <w:rPr>
          <w:b/>
          <w:sz w:val="28"/>
          <w:szCs w:val="28"/>
        </w:rPr>
        <w:t xml:space="preserve">SAE - Dreams in Art - </w:t>
      </w:r>
      <w:r w:rsidR="00353310" w:rsidRPr="001C19A6">
        <w:rPr>
          <w:b/>
          <w:sz w:val="28"/>
          <w:szCs w:val="28"/>
        </w:rPr>
        <w:t>Studio Application</w:t>
      </w:r>
    </w:p>
    <w:bookmarkEnd w:id="0"/>
    <w:p w:rsidR="00353310" w:rsidRDefault="00353310"/>
    <w:p w:rsidR="00842CFC" w:rsidRDefault="003533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B80A9" wp14:editId="621EC7AA">
                <wp:simplePos x="0" y="0"/>
                <wp:positionH relativeFrom="column">
                  <wp:posOffset>-742315</wp:posOffset>
                </wp:positionH>
                <wp:positionV relativeFrom="paragraph">
                  <wp:posOffset>364490</wp:posOffset>
                </wp:positionV>
                <wp:extent cx="6915150" cy="53167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5316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842CFC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842CFC" w:rsidRPr="007B7DE0" w:rsidRDefault="00842CFC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:rsidR="00842CFC" w:rsidRPr="0074205B" w:rsidRDefault="00842CFC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:rsidR="00842CFC" w:rsidRPr="0074205B" w:rsidRDefault="00842CFC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:rsidR="00842CFC" w:rsidRPr="0074205B" w:rsidRDefault="00842CFC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842CFC" w:rsidRDefault="00842CFC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8.7pt;width:544.5pt;height:4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842CFC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:rsidR="00842CFC" w:rsidRDefault="00842CFC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842CFC" w:rsidRPr="007B7DE0" w:rsidRDefault="00842CFC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:rsidR="00842CFC" w:rsidRPr="0074205B" w:rsidRDefault="00842CFC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:rsidR="00842CFC" w:rsidRPr="0074205B" w:rsidRDefault="00842CFC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:rsidR="00842CFC" w:rsidRPr="0074205B" w:rsidRDefault="00842CFC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842CFC" w:rsidRDefault="00842CFC" w:rsidP="00353310"/>
                  </w:txbxContent>
                </v:textbox>
              </v:shape>
            </w:pict>
          </mc:Fallback>
        </mc:AlternateContent>
      </w:r>
      <w:r>
        <w:t>Below is the assessment rubric for this part of the project.</w:t>
      </w:r>
    </w:p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842CFC" w:rsidRPr="00842CFC" w:rsidRDefault="00842CFC" w:rsidP="00842CFC"/>
    <w:p w:rsidR="001C19A6" w:rsidRPr="00781312" w:rsidRDefault="001C19A6" w:rsidP="001C19A6">
      <w:pPr>
        <w:rPr>
          <w:b/>
          <w:color w:val="FF0000"/>
        </w:rPr>
      </w:pPr>
      <w:r w:rsidRPr="00781312">
        <w:rPr>
          <w:b/>
          <w:color w:val="FF0000"/>
        </w:rPr>
        <w:t>Essential Question</w:t>
      </w:r>
      <w:r>
        <w:rPr>
          <w:b/>
          <w:color w:val="FF0000"/>
        </w:rPr>
        <w:t>s</w:t>
      </w:r>
    </w:p>
    <w:p w:rsidR="001C19A6" w:rsidRDefault="001C19A6" w:rsidP="001C19A6"/>
    <w:p w:rsidR="001C19A6" w:rsidRDefault="001C19A6" w:rsidP="001C19A6">
      <w:r>
        <w:t>How do artists use images to access or refer to the subconscious?</w:t>
      </w:r>
    </w:p>
    <w:p w:rsidR="001C19A6" w:rsidRDefault="001C19A6" w:rsidP="001C19A6"/>
    <w:p w:rsidR="001C19A6" w:rsidRDefault="001C19A6" w:rsidP="001C19A6">
      <w:r>
        <w:t>What value might there be in accessing our subconscious through art?</w:t>
      </w:r>
    </w:p>
    <w:p w:rsidR="001C19A6" w:rsidRDefault="001C19A6" w:rsidP="001C19A6"/>
    <w:p w:rsidR="001C19A6" w:rsidRDefault="001C19A6" w:rsidP="001C19A6">
      <w:r>
        <w:t>What techniques did the surrealists use to tap into their subconscious?  Were they successful?</w:t>
      </w:r>
    </w:p>
    <w:p w:rsidR="001C19A6" w:rsidRDefault="001C19A6" w:rsidP="001C19A6">
      <w:pPr>
        <w:rPr>
          <w:b/>
        </w:rPr>
      </w:pPr>
    </w:p>
    <w:p w:rsidR="001C19A6" w:rsidRPr="00781312" w:rsidRDefault="001C19A6" w:rsidP="001C19A6">
      <w:pPr>
        <w:rPr>
          <w:b/>
          <w:color w:val="000090"/>
        </w:rPr>
      </w:pPr>
      <w:r w:rsidRPr="00781312">
        <w:rPr>
          <w:b/>
          <w:color w:val="000090"/>
        </w:rPr>
        <w:t>Objectives</w:t>
      </w:r>
    </w:p>
    <w:p w:rsidR="001C19A6" w:rsidRDefault="001C19A6" w:rsidP="001C19A6">
      <w:pPr>
        <w:rPr>
          <w:bCs/>
        </w:rPr>
      </w:pPr>
    </w:p>
    <w:p w:rsidR="001C19A6" w:rsidRPr="003844C5" w:rsidRDefault="001C19A6" w:rsidP="001C19A6">
      <w:pPr>
        <w:rPr>
          <w:bCs/>
        </w:rPr>
      </w:pPr>
      <w:r w:rsidRPr="003844C5">
        <w:rPr>
          <w:bCs/>
        </w:rPr>
        <w:lastRenderedPageBreak/>
        <w:t xml:space="preserve">To explore the potential for using </w:t>
      </w:r>
      <w:r>
        <w:rPr>
          <w:bCs/>
        </w:rPr>
        <w:t>the subconscious</w:t>
      </w:r>
      <w:r w:rsidRPr="003844C5">
        <w:rPr>
          <w:bCs/>
        </w:rPr>
        <w:t xml:space="preserve"> to make art</w:t>
      </w:r>
    </w:p>
    <w:p w:rsidR="00842CFC" w:rsidRDefault="00842CFC" w:rsidP="00842CFC"/>
    <w:p w:rsidR="00842CFC" w:rsidRDefault="00842CFC" w:rsidP="00842CFC">
      <w:pPr>
        <w:ind w:firstLine="720"/>
      </w:pPr>
    </w:p>
    <w:p w:rsidR="001C19A6" w:rsidRDefault="001C19A6" w:rsidP="001C19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Studio Preparation</w:t>
      </w:r>
    </w:p>
    <w:p w:rsidR="001C19A6" w:rsidRDefault="001C19A6" w:rsidP="001C19A6">
      <w:pPr>
        <w:rPr>
          <w:b/>
          <w:bCs/>
          <w:sz w:val="24"/>
          <w:szCs w:val="24"/>
        </w:rPr>
      </w:pPr>
    </w:p>
    <w:p w:rsidR="001C19A6" w:rsidRPr="003D442B" w:rsidRDefault="001C19A6" w:rsidP="001C19A6">
      <w:pPr>
        <w:rPr>
          <w:b/>
          <w:bCs/>
          <w:sz w:val="24"/>
          <w:szCs w:val="24"/>
        </w:rPr>
      </w:pPr>
      <w:proofErr w:type="gramStart"/>
      <w:r w:rsidRPr="003D442B">
        <w:rPr>
          <w:b/>
          <w:bCs/>
          <w:sz w:val="24"/>
          <w:szCs w:val="24"/>
        </w:rPr>
        <w:t>Part 1 – Experimentation</w:t>
      </w:r>
      <w:proofErr w:type="gramEnd"/>
      <w:r w:rsidRPr="003D442B">
        <w:rPr>
          <w:b/>
          <w:bCs/>
          <w:sz w:val="24"/>
          <w:szCs w:val="24"/>
        </w:rPr>
        <w:t xml:space="preserve"> with Surrealist Techniques</w:t>
      </w:r>
    </w:p>
    <w:p w:rsidR="001C19A6" w:rsidRPr="003D442B" w:rsidRDefault="001C19A6" w:rsidP="001C19A6">
      <w:pPr>
        <w:rPr>
          <w:sz w:val="24"/>
          <w:szCs w:val="24"/>
        </w:rPr>
      </w:pPr>
      <w:r w:rsidRPr="003D442B">
        <w:rPr>
          <w:sz w:val="24"/>
          <w:szCs w:val="24"/>
        </w:rPr>
        <w:tab/>
        <w:t xml:space="preserve">In each of the next </w:t>
      </w:r>
      <w:r>
        <w:rPr>
          <w:sz w:val="24"/>
          <w:szCs w:val="24"/>
        </w:rPr>
        <w:t>three</w:t>
      </w:r>
      <w:r w:rsidRPr="003D442B">
        <w:rPr>
          <w:sz w:val="24"/>
          <w:szCs w:val="24"/>
        </w:rPr>
        <w:t xml:space="preserve"> classes you need to experiment with the </w:t>
      </w:r>
      <w:r>
        <w:rPr>
          <w:sz w:val="24"/>
          <w:szCs w:val="24"/>
        </w:rPr>
        <w:t>3</w:t>
      </w:r>
      <w:r w:rsidRPr="003D442B">
        <w:rPr>
          <w:sz w:val="24"/>
          <w:szCs w:val="24"/>
        </w:rPr>
        <w:t xml:space="preserve"> surrealist techniques.</w:t>
      </w:r>
    </w:p>
    <w:p w:rsidR="001C19A6" w:rsidRPr="003D442B" w:rsidRDefault="001C19A6" w:rsidP="001C19A6">
      <w:pPr>
        <w:pStyle w:val="ListParagraph"/>
      </w:pPr>
    </w:p>
    <w:p w:rsidR="001C19A6" w:rsidRPr="003D442B" w:rsidRDefault="001C19A6" w:rsidP="001C19A6">
      <w:pPr>
        <w:rPr>
          <w:b/>
          <w:bCs/>
          <w:sz w:val="24"/>
          <w:szCs w:val="24"/>
        </w:rPr>
      </w:pPr>
      <w:r w:rsidRPr="003D442B">
        <w:rPr>
          <w:b/>
          <w:bCs/>
          <w:sz w:val="24"/>
          <w:szCs w:val="24"/>
        </w:rPr>
        <w:t>– Decalcomania</w:t>
      </w:r>
      <w:r w:rsidRPr="003D442B">
        <w:rPr>
          <w:b/>
          <w:bCs/>
          <w:sz w:val="24"/>
          <w:szCs w:val="24"/>
        </w:rPr>
        <w:tab/>
      </w:r>
    </w:p>
    <w:p w:rsidR="001C19A6" w:rsidRPr="003D442B" w:rsidRDefault="001C19A6" w:rsidP="001C19A6">
      <w:pPr>
        <w:pStyle w:val="ListParagraph"/>
        <w:numPr>
          <w:ilvl w:val="0"/>
          <w:numId w:val="4"/>
        </w:numPr>
        <w:spacing w:after="0" w:line="240" w:lineRule="auto"/>
      </w:pPr>
      <w:r w:rsidRPr="003D442B">
        <w:t>Take paint and mix it onto a paper.</w:t>
      </w:r>
    </w:p>
    <w:p w:rsidR="001C19A6" w:rsidRPr="003D442B" w:rsidRDefault="001C19A6" w:rsidP="001C19A6">
      <w:pPr>
        <w:pStyle w:val="ListParagraph"/>
        <w:numPr>
          <w:ilvl w:val="0"/>
          <w:numId w:val="4"/>
        </w:numPr>
        <w:spacing w:after="0" w:line="240" w:lineRule="auto"/>
      </w:pPr>
      <w:r w:rsidRPr="003D442B">
        <w:t>Take additional paper and press it onto the surface</w:t>
      </w:r>
    </w:p>
    <w:p w:rsidR="001C19A6" w:rsidRPr="003D442B" w:rsidRDefault="001C19A6" w:rsidP="001C19A6">
      <w:pPr>
        <w:pStyle w:val="ListParagraph"/>
        <w:numPr>
          <w:ilvl w:val="0"/>
          <w:numId w:val="4"/>
        </w:numPr>
        <w:spacing w:after="0" w:line="240" w:lineRule="auto"/>
      </w:pPr>
      <w:r w:rsidRPr="003D442B">
        <w:t>Use these new marks as a basis for a painting.</w:t>
      </w:r>
    </w:p>
    <w:p w:rsidR="001C19A6" w:rsidRPr="003D442B" w:rsidRDefault="001C19A6" w:rsidP="001C19A6">
      <w:pPr>
        <w:rPr>
          <w:sz w:val="24"/>
          <w:szCs w:val="24"/>
        </w:rPr>
      </w:pPr>
    </w:p>
    <w:p w:rsidR="001C19A6" w:rsidRPr="003D442B" w:rsidRDefault="001C19A6" w:rsidP="001C19A6">
      <w:pPr>
        <w:rPr>
          <w:b/>
          <w:bCs/>
          <w:sz w:val="24"/>
          <w:szCs w:val="24"/>
        </w:rPr>
      </w:pPr>
      <w:r w:rsidRPr="003D442B">
        <w:rPr>
          <w:b/>
          <w:bCs/>
          <w:sz w:val="24"/>
          <w:szCs w:val="24"/>
        </w:rPr>
        <w:t>-   Frottage</w:t>
      </w:r>
    </w:p>
    <w:p w:rsidR="001C19A6" w:rsidRPr="003D442B" w:rsidRDefault="001C19A6" w:rsidP="001C19A6">
      <w:pPr>
        <w:pStyle w:val="ListParagraph"/>
        <w:numPr>
          <w:ilvl w:val="0"/>
          <w:numId w:val="2"/>
        </w:numPr>
        <w:spacing w:after="0" w:line="240" w:lineRule="auto"/>
      </w:pPr>
      <w:r w:rsidRPr="003D442B">
        <w:t xml:space="preserve">Take some </w:t>
      </w:r>
      <w:r w:rsidRPr="003D442B">
        <w:rPr>
          <w:color w:val="FF0000"/>
        </w:rPr>
        <w:t>papers and graphite sticks</w:t>
      </w:r>
      <w:r w:rsidRPr="003D442B">
        <w:t xml:space="preserve"> and </w:t>
      </w:r>
      <w:proofErr w:type="gramStart"/>
      <w:r w:rsidRPr="003D442B">
        <w:t>go</w:t>
      </w:r>
      <w:proofErr w:type="gramEnd"/>
      <w:r w:rsidRPr="003D442B">
        <w:t xml:space="preserve"> into the hall and do some rubbings of various textures.</w:t>
      </w:r>
    </w:p>
    <w:p w:rsidR="001C19A6" w:rsidRPr="003D442B" w:rsidRDefault="001C19A6" w:rsidP="001C19A6">
      <w:pPr>
        <w:pStyle w:val="ListParagraph"/>
        <w:numPr>
          <w:ilvl w:val="0"/>
          <w:numId w:val="2"/>
        </w:numPr>
        <w:spacing w:after="0" w:line="240" w:lineRule="auto"/>
      </w:pPr>
      <w:r w:rsidRPr="003D442B">
        <w:t>Bring them back to the room and cut them up to make a collage, draw on them, whatever to make an interesting artwork.</w:t>
      </w:r>
    </w:p>
    <w:p w:rsidR="001C19A6" w:rsidRPr="003D442B" w:rsidRDefault="001C19A6" w:rsidP="001C19A6">
      <w:pPr>
        <w:rPr>
          <w:sz w:val="24"/>
          <w:szCs w:val="24"/>
        </w:rPr>
      </w:pPr>
    </w:p>
    <w:p w:rsidR="001C19A6" w:rsidRPr="003D442B" w:rsidRDefault="001C19A6" w:rsidP="001C19A6">
      <w:pPr>
        <w:rPr>
          <w:b/>
          <w:bCs/>
          <w:sz w:val="24"/>
          <w:szCs w:val="24"/>
        </w:rPr>
      </w:pPr>
      <w:r w:rsidRPr="003D442B">
        <w:rPr>
          <w:b/>
          <w:bCs/>
          <w:sz w:val="24"/>
          <w:szCs w:val="24"/>
        </w:rPr>
        <w:t>– Automatic Drawing/Finish up</w:t>
      </w:r>
    </w:p>
    <w:p w:rsidR="001C19A6" w:rsidRPr="003D442B" w:rsidRDefault="001C19A6" w:rsidP="001C19A6">
      <w:pPr>
        <w:pStyle w:val="ListParagraph"/>
        <w:numPr>
          <w:ilvl w:val="0"/>
          <w:numId w:val="3"/>
        </w:numPr>
        <w:spacing w:after="0" w:line="240" w:lineRule="auto"/>
      </w:pPr>
      <w:r w:rsidRPr="003D442B">
        <w:t>Do a few automatic drawings and turn them into artworks.</w:t>
      </w:r>
    </w:p>
    <w:p w:rsidR="001C19A6" w:rsidRDefault="001C19A6" w:rsidP="001C19A6">
      <w:pPr>
        <w:rPr>
          <w:sz w:val="24"/>
          <w:szCs w:val="24"/>
        </w:rPr>
      </w:pPr>
    </w:p>
    <w:p w:rsidR="001C19A6" w:rsidRDefault="001C19A6" w:rsidP="001C19A6">
      <w:pPr>
        <w:rPr>
          <w:b/>
          <w:sz w:val="28"/>
          <w:szCs w:val="28"/>
        </w:rPr>
      </w:pPr>
    </w:p>
    <w:p w:rsidR="001C19A6" w:rsidRPr="00AB646E" w:rsidRDefault="001C19A6" w:rsidP="001C19A6">
      <w:pPr>
        <w:rPr>
          <w:b/>
          <w:sz w:val="28"/>
          <w:szCs w:val="28"/>
        </w:rPr>
      </w:pPr>
      <w:r w:rsidRPr="00AB646E">
        <w:rPr>
          <w:b/>
          <w:sz w:val="28"/>
          <w:szCs w:val="28"/>
        </w:rPr>
        <w:t>Final Studio Work</w:t>
      </w:r>
    </w:p>
    <w:p w:rsidR="001C19A6" w:rsidRPr="003D442B" w:rsidRDefault="001C19A6" w:rsidP="001C19A6">
      <w:pPr>
        <w:rPr>
          <w:sz w:val="24"/>
          <w:szCs w:val="24"/>
        </w:rPr>
      </w:pPr>
      <w:r>
        <w:rPr>
          <w:sz w:val="24"/>
          <w:szCs w:val="24"/>
        </w:rPr>
        <w:t xml:space="preserve">You will do a final artwork.  It may include any or all of the techniques above, it may be </w:t>
      </w:r>
      <w:proofErr w:type="spellStart"/>
      <w:r>
        <w:rPr>
          <w:sz w:val="24"/>
          <w:szCs w:val="24"/>
        </w:rPr>
        <w:t>Veristic</w:t>
      </w:r>
      <w:proofErr w:type="spellEnd"/>
      <w:r>
        <w:rPr>
          <w:sz w:val="24"/>
          <w:szCs w:val="24"/>
        </w:rPr>
        <w:t xml:space="preserve"> Surrealism or it may be inspired by the Aboriginal Dreamtime paintings.</w:t>
      </w:r>
    </w:p>
    <w:p w:rsidR="001C19A6" w:rsidRDefault="001C19A6" w:rsidP="001C19A6"/>
    <w:p w:rsidR="001C19A6" w:rsidRDefault="001C19A6" w:rsidP="001C19A6"/>
    <w:p w:rsidR="001C19A6" w:rsidRDefault="001C19A6" w:rsidP="001C19A6"/>
    <w:p w:rsidR="00842CFC" w:rsidRPr="00842CFC" w:rsidRDefault="00842CFC" w:rsidP="001C19A6">
      <w:pPr>
        <w:ind w:firstLine="720"/>
      </w:pPr>
    </w:p>
    <w:sectPr w:rsidR="00842CFC" w:rsidRPr="00842CFC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9A6" w:rsidRDefault="001C19A6" w:rsidP="001C19A6">
      <w:r>
        <w:separator/>
      </w:r>
    </w:p>
  </w:endnote>
  <w:endnote w:type="continuationSeparator" w:id="0">
    <w:p w:rsidR="001C19A6" w:rsidRDefault="001C19A6" w:rsidP="001C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9A6" w:rsidRDefault="001C19A6" w:rsidP="001C19A6">
      <w:r>
        <w:separator/>
      </w:r>
    </w:p>
  </w:footnote>
  <w:footnote w:type="continuationSeparator" w:id="0">
    <w:p w:rsidR="001C19A6" w:rsidRDefault="001C19A6" w:rsidP="001C1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13AA0"/>
    <w:multiLevelType w:val="hybridMultilevel"/>
    <w:tmpl w:val="87F070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540850"/>
    <w:multiLevelType w:val="hybridMultilevel"/>
    <w:tmpl w:val="51662A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B670E"/>
    <w:multiLevelType w:val="hybridMultilevel"/>
    <w:tmpl w:val="174641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A6"/>
    <w:rsid w:val="0003594C"/>
    <w:rsid w:val="00151531"/>
    <w:rsid w:val="001C19A6"/>
    <w:rsid w:val="00353310"/>
    <w:rsid w:val="005123BC"/>
    <w:rsid w:val="00515CC0"/>
    <w:rsid w:val="00640CE5"/>
    <w:rsid w:val="007A59A2"/>
    <w:rsid w:val="007B7DE0"/>
    <w:rsid w:val="00842CFC"/>
    <w:rsid w:val="00882B10"/>
    <w:rsid w:val="00D94EC4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1C19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9A6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C1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9A6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1C19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9A6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C1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9A6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3FA259-6115-5049-862B-DCA08246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3</TotalTime>
  <Pages>2</Pages>
  <Words>194</Words>
  <Characters>1109</Characters>
  <Application>Microsoft Macintosh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cp:lastPrinted>2012-09-24T01:42:00Z</cp:lastPrinted>
  <dcterms:created xsi:type="dcterms:W3CDTF">2013-09-04T03:02:00Z</dcterms:created>
  <dcterms:modified xsi:type="dcterms:W3CDTF">2013-09-04T03:05:00Z</dcterms:modified>
</cp:coreProperties>
</file>